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DD" w:rsidRDefault="00CC400E" w:rsidP="00CC40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Scoring Rubric</w:t>
      </w:r>
    </w:p>
    <w:p w:rsidR="00CC400E" w:rsidRDefault="00CC400E" w:rsidP="00CC400E">
      <w:pPr>
        <w:rPr>
          <w:sz w:val="24"/>
          <w:szCs w:val="24"/>
        </w:rPr>
      </w:pPr>
      <w:r>
        <w:rPr>
          <w:sz w:val="24"/>
          <w:szCs w:val="24"/>
        </w:rPr>
        <w:t>Score ten points for inclusion of each of the following panels:</w:t>
      </w:r>
      <w:bookmarkStart w:id="0" w:name="_GoBack"/>
      <w:bookmarkEnd w:id="0"/>
    </w:p>
    <w:p w:rsidR="00CC400E" w:rsidRDefault="00CC400E" w:rsidP="00CC400E">
      <w:pPr>
        <w:rPr>
          <w:sz w:val="24"/>
          <w:szCs w:val="24"/>
        </w:rPr>
      </w:pPr>
      <w:r>
        <w:rPr>
          <w:sz w:val="24"/>
          <w:szCs w:val="24"/>
        </w:rPr>
        <w:t>Setting                                        _____ (10)</w:t>
      </w:r>
    </w:p>
    <w:p w:rsidR="00CC400E" w:rsidRDefault="00CC400E" w:rsidP="00CC400E">
      <w:pPr>
        <w:rPr>
          <w:sz w:val="24"/>
          <w:szCs w:val="24"/>
        </w:rPr>
      </w:pPr>
      <w:r>
        <w:rPr>
          <w:sz w:val="24"/>
          <w:szCs w:val="24"/>
        </w:rPr>
        <w:t>Protagonist                                _____ (10)</w:t>
      </w:r>
    </w:p>
    <w:p w:rsidR="00CC400E" w:rsidRDefault="00CC400E" w:rsidP="00CC400E">
      <w:pPr>
        <w:rPr>
          <w:sz w:val="24"/>
          <w:szCs w:val="24"/>
        </w:rPr>
      </w:pPr>
      <w:r>
        <w:rPr>
          <w:sz w:val="24"/>
          <w:szCs w:val="24"/>
        </w:rPr>
        <w:t>Antagonist                                 _____ (10)</w:t>
      </w:r>
    </w:p>
    <w:p w:rsidR="00CC400E" w:rsidRDefault="00CC400E" w:rsidP="00CC400E">
      <w:pPr>
        <w:rPr>
          <w:sz w:val="24"/>
          <w:szCs w:val="24"/>
        </w:rPr>
      </w:pPr>
      <w:r>
        <w:rPr>
          <w:sz w:val="24"/>
          <w:szCs w:val="24"/>
        </w:rPr>
        <w:t>Conflict                                       _____ (10)</w:t>
      </w:r>
    </w:p>
    <w:p w:rsidR="00CC400E" w:rsidRDefault="00CC400E" w:rsidP="00CC400E">
      <w:pPr>
        <w:rPr>
          <w:sz w:val="24"/>
          <w:szCs w:val="24"/>
        </w:rPr>
      </w:pPr>
      <w:r>
        <w:rPr>
          <w:sz w:val="24"/>
          <w:szCs w:val="24"/>
        </w:rPr>
        <w:t>Resolution                                  _____ (10)</w:t>
      </w:r>
    </w:p>
    <w:p w:rsidR="00CC400E" w:rsidRDefault="00CC400E" w:rsidP="00CC400E">
      <w:pPr>
        <w:rPr>
          <w:sz w:val="24"/>
          <w:szCs w:val="24"/>
        </w:rPr>
      </w:pPr>
    </w:p>
    <w:p w:rsidR="00CC400E" w:rsidRDefault="00CC400E" w:rsidP="00CC400E">
      <w:pPr>
        <w:rPr>
          <w:sz w:val="24"/>
          <w:szCs w:val="24"/>
        </w:rPr>
      </w:pPr>
      <w:r>
        <w:rPr>
          <w:sz w:val="24"/>
          <w:szCs w:val="24"/>
        </w:rPr>
        <w:t>Score between 0-15 points for the following:</w:t>
      </w:r>
    </w:p>
    <w:p w:rsidR="00CC400E" w:rsidRDefault="00CC400E" w:rsidP="00CC400E">
      <w:pPr>
        <w:rPr>
          <w:sz w:val="24"/>
          <w:szCs w:val="24"/>
        </w:rPr>
      </w:pPr>
      <w:r>
        <w:rPr>
          <w:sz w:val="24"/>
          <w:szCs w:val="24"/>
        </w:rPr>
        <w:t>Design quality is excellent.  Project shows above average effort.                              _____ (15)</w:t>
      </w:r>
    </w:p>
    <w:p w:rsidR="00CC400E" w:rsidRDefault="00CC400E" w:rsidP="00CC400E">
      <w:pPr>
        <w:rPr>
          <w:sz w:val="24"/>
          <w:szCs w:val="24"/>
        </w:rPr>
      </w:pPr>
      <w:r>
        <w:rPr>
          <w:sz w:val="24"/>
          <w:szCs w:val="24"/>
        </w:rPr>
        <w:t>Design quality is good.  Project shows average effort.                                                 _____ (10)</w:t>
      </w:r>
    </w:p>
    <w:p w:rsidR="00CC400E" w:rsidRDefault="00CC400E" w:rsidP="00CC400E">
      <w:pPr>
        <w:rPr>
          <w:sz w:val="24"/>
          <w:szCs w:val="24"/>
        </w:rPr>
      </w:pPr>
      <w:r>
        <w:rPr>
          <w:sz w:val="24"/>
          <w:szCs w:val="24"/>
        </w:rPr>
        <w:t>Design quality needs improvement.  Project shows below average effort.             _____ (5)</w:t>
      </w:r>
    </w:p>
    <w:p w:rsidR="00CC400E" w:rsidRDefault="00CC400E" w:rsidP="00CC400E">
      <w:pPr>
        <w:rPr>
          <w:sz w:val="24"/>
          <w:szCs w:val="24"/>
        </w:rPr>
      </w:pPr>
      <w:r>
        <w:rPr>
          <w:sz w:val="24"/>
          <w:szCs w:val="24"/>
        </w:rPr>
        <w:t>Student did no attempt the assignment, or did too little to grade.                           _____ (0)</w:t>
      </w:r>
    </w:p>
    <w:p w:rsidR="00CC400E" w:rsidRDefault="00CC400E" w:rsidP="00CC400E">
      <w:pPr>
        <w:rPr>
          <w:sz w:val="24"/>
          <w:szCs w:val="24"/>
        </w:rPr>
      </w:pPr>
    </w:p>
    <w:p w:rsidR="00CC400E" w:rsidRDefault="00CC400E" w:rsidP="00CC400E">
      <w:pPr>
        <w:rPr>
          <w:sz w:val="24"/>
          <w:szCs w:val="24"/>
        </w:rPr>
      </w:pPr>
    </w:p>
    <w:p w:rsidR="00CC400E" w:rsidRPr="00CC400E" w:rsidRDefault="00CC400E" w:rsidP="00CC400E">
      <w:pPr>
        <w:rPr>
          <w:b/>
          <w:sz w:val="28"/>
          <w:szCs w:val="28"/>
        </w:rPr>
      </w:pPr>
      <w:r>
        <w:rPr>
          <w:b/>
          <w:sz w:val="28"/>
          <w:szCs w:val="28"/>
        </w:rPr>
        <w:t>Grand Total _____ (65 possible)</w:t>
      </w:r>
    </w:p>
    <w:p w:rsidR="00CC400E" w:rsidRPr="00CC400E" w:rsidRDefault="00CC400E" w:rsidP="00CC400E">
      <w:pPr>
        <w:rPr>
          <w:sz w:val="24"/>
          <w:szCs w:val="24"/>
        </w:rPr>
      </w:pPr>
    </w:p>
    <w:sectPr w:rsidR="00CC400E" w:rsidRPr="00CC4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00E"/>
    <w:rsid w:val="009A43DD"/>
    <w:rsid w:val="00CC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C79E2EB8</Template>
  <TotalTime>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flowers</dc:creator>
  <cp:lastModifiedBy>deborah flowers</cp:lastModifiedBy>
  <cp:revision>1</cp:revision>
  <dcterms:created xsi:type="dcterms:W3CDTF">2012-02-02T19:50:00Z</dcterms:created>
  <dcterms:modified xsi:type="dcterms:W3CDTF">2012-02-02T19:57:00Z</dcterms:modified>
</cp:coreProperties>
</file>